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eastAsia="ru-RU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Україна</w:t>
      </w:r>
    </w:p>
    <w:p>
      <w:pPr>
        <w:spacing w:after="0"/>
        <w:jc w:val="right"/>
        <w:rPr>
          <w:rFonts w:ascii="Times New Roman" w:hAnsi="Times New Roman"/>
          <w:b/>
          <w:bCs/>
          <w:color w:val="FF0000"/>
          <w:lang w:val="uk-UA"/>
        </w:rPr>
      </w:pPr>
    </w:p>
    <w:p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КОРОСТИШІВСЬКА МІСЬКА РАДА</w:t>
      </w:r>
    </w:p>
    <w:p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КОРОСТИШІВСЬКОГО РА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>ЙОНУ ЖИТОМИРСЬКОЇ ОБЛАСТІ</w:t>
      </w:r>
    </w:p>
    <w:p>
      <w:pPr>
        <w:spacing w:after="0"/>
        <w:jc w:val="center"/>
        <w:rPr>
          <w:rFonts w:ascii="Times New Roman" w:hAnsi="Times New Roman"/>
          <w:b/>
          <w:bCs/>
          <w:lang w:val="uk-UA"/>
        </w:rPr>
      </w:pPr>
    </w:p>
    <w:p>
      <w:pPr>
        <w:pStyle w:val="1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p>
      <w:pPr>
        <w:pStyle w:val="1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шістдесят четверта сесія сьомого скликання</w:t>
      </w:r>
    </w:p>
    <w:p>
      <w:pPr>
        <w:spacing w:after="0"/>
        <w:rPr>
          <w:b/>
          <w:bCs/>
          <w:sz w:val="28"/>
          <w:szCs w:val="28"/>
          <w:lang w:val="uk-UA"/>
        </w:rPr>
      </w:pPr>
    </w:p>
    <w:p>
      <w:pPr>
        <w:rPr>
          <w:b/>
          <w:bCs/>
          <w:lang w:val="uk-UA"/>
        </w:rPr>
      </w:pPr>
      <w:r>
        <w:rPr>
          <w:sz w:val="28"/>
          <w:szCs w:val="28"/>
          <w:lang w:val="uk-UA"/>
        </w:rPr>
        <w:t>_</w:t>
      </w:r>
      <w:r>
        <w:rPr>
          <w:sz w:val="28"/>
          <w:szCs w:val="28"/>
          <w:u w:val="single"/>
          <w:lang w:val="uk-UA"/>
        </w:rPr>
        <w:t>________</w:t>
      </w:r>
      <w:r>
        <w:rPr>
          <w:sz w:val="28"/>
          <w:szCs w:val="28"/>
          <w:lang w:val="uk-UA"/>
        </w:rPr>
        <w:t>___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           № _</w:t>
      </w:r>
      <w:r>
        <w:rPr>
          <w:rFonts w:ascii="Times New Roman" w:hAnsi="Times New Roman"/>
          <w:b/>
          <w:bCs/>
          <w:sz w:val="26"/>
          <w:szCs w:val="26"/>
          <w:u w:val="single"/>
          <w:lang w:val="uk-UA"/>
        </w:rPr>
        <w:t>_____</w:t>
      </w:r>
      <w:r>
        <w:rPr>
          <w:rFonts w:ascii="Times New Roman" w:hAnsi="Times New Roman"/>
          <w:b/>
          <w:bCs/>
          <w:sz w:val="26"/>
          <w:szCs w:val="26"/>
          <w:lang w:val="uk-UA"/>
        </w:rPr>
        <w:t>__</w:t>
      </w:r>
    </w:p>
    <w:p>
      <w:pPr>
        <w:pStyle w:val="5"/>
        <w:shd w:val="clear" w:color="auto" w:fill="FFFFFF"/>
        <w:spacing w:before="0" w:beforeAutospacing="0" w:after="0" w:afterAutospacing="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орієнтовний план роботи </w:t>
      </w:r>
    </w:p>
    <w:p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Коростишівської міської ради на 2019 рік</w:t>
      </w:r>
    </w:p>
    <w:p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>
      <w:pPr>
        <w:pStyle w:val="5"/>
        <w:shd w:val="clear" w:color="auto" w:fill="FFFFFF"/>
        <w:spacing w:before="0" w:before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Відповідно до п.п.7 п.1 ст. 26 Закону України «Про місцеве самоврядування в Україні»,враховуючи рекомендації </w:t>
      </w:r>
      <w:r>
        <w:rPr>
          <w:sz w:val="28"/>
          <w:szCs w:val="28"/>
          <w:lang w:val="uk-UA"/>
        </w:rPr>
        <w:t>постійних комісій міської ради, міська рада</w:t>
      </w:r>
    </w:p>
    <w:p>
      <w:pPr>
        <w:pStyle w:val="5"/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ВИРІШИЛА: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Затвердити</w:t>
      </w:r>
      <w:r>
        <w:rPr>
          <w:rFonts w:ascii="Times New Roman" w:hAnsi="Times New Roman"/>
          <w:sz w:val="28"/>
          <w:szCs w:val="28"/>
          <w:lang w:val="uk-UA"/>
        </w:rPr>
        <w:t xml:space="preserve"> о</w:t>
      </w:r>
      <w:r>
        <w:rPr>
          <w:rFonts w:ascii="Times New Roman" w:hAnsi="Times New Roman"/>
          <w:bCs/>
          <w:sz w:val="28"/>
          <w:szCs w:val="28"/>
        </w:rPr>
        <w:t>рієнтовний план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Коростишівської </w:t>
      </w:r>
      <w:r>
        <w:rPr>
          <w:rFonts w:ascii="Times New Roman" w:hAnsi="Times New Roman"/>
          <w:sz w:val="28"/>
          <w:szCs w:val="28"/>
        </w:rPr>
        <w:t>міської ради на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</w:rPr>
        <w:t xml:space="preserve"> рік,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додається.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>Надати право П</w:t>
      </w:r>
      <w:r>
        <w:rPr>
          <w:rFonts w:ascii="Times New Roman" w:hAnsi="Times New Roman"/>
          <w:sz w:val="28"/>
          <w:szCs w:val="28"/>
        </w:rPr>
        <w:t>огоджувальній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раді</w:t>
      </w:r>
      <w:r>
        <w:rPr>
          <w:rFonts w:ascii="Times New Roman" w:hAnsi="Times New Roman"/>
          <w:sz w:val="28"/>
          <w:szCs w:val="28"/>
          <w:lang w:val="uk-UA"/>
        </w:rPr>
        <w:t xml:space="preserve"> Коростишівської </w:t>
      </w:r>
      <w:r>
        <w:rPr>
          <w:rFonts w:ascii="Times New Roman" w:hAnsi="Times New Roman"/>
          <w:sz w:val="28"/>
          <w:szCs w:val="28"/>
        </w:rPr>
        <w:t>міської ради при необхідності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вносити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зміни до </w:t>
      </w:r>
      <w:r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</w:rPr>
        <w:t>рієнтовного плану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 ради на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</w:rPr>
        <w:t xml:space="preserve"> рік.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3.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секретаря міської ради Єсипчук Н.М. та голів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постійних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 ради.</w:t>
      </w:r>
    </w:p>
    <w:p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pStyle w:val="1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І.М.Кохан </w:t>
      </w:r>
    </w:p>
    <w:sectPr>
      <w:footerReference r:id="rId3" w:type="default"/>
      <w:pgSz w:w="11906" w:h="16838"/>
      <w:pgMar w:top="536" w:right="426" w:bottom="1134" w:left="993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7339031"/>
      <w:docPartObj>
        <w:docPartGallery w:val="AutoText"/>
      </w:docPartObj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nforcement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339E0"/>
    <w:rsid w:val="00063E01"/>
    <w:rsid w:val="0007136D"/>
    <w:rsid w:val="00092091"/>
    <w:rsid w:val="00092C3F"/>
    <w:rsid w:val="000B74DF"/>
    <w:rsid w:val="000F3BF1"/>
    <w:rsid w:val="00123763"/>
    <w:rsid w:val="00126E5B"/>
    <w:rsid w:val="00134A15"/>
    <w:rsid w:val="00192808"/>
    <w:rsid w:val="001A33F8"/>
    <w:rsid w:val="001E1641"/>
    <w:rsid w:val="002B7699"/>
    <w:rsid w:val="002E7E8C"/>
    <w:rsid w:val="00302124"/>
    <w:rsid w:val="00311239"/>
    <w:rsid w:val="003217A6"/>
    <w:rsid w:val="00352B31"/>
    <w:rsid w:val="003A2548"/>
    <w:rsid w:val="003C41B9"/>
    <w:rsid w:val="003E51B7"/>
    <w:rsid w:val="003F0BBD"/>
    <w:rsid w:val="004339E0"/>
    <w:rsid w:val="00443A2F"/>
    <w:rsid w:val="00464B97"/>
    <w:rsid w:val="004F5065"/>
    <w:rsid w:val="005A5DB5"/>
    <w:rsid w:val="00600785"/>
    <w:rsid w:val="00651579"/>
    <w:rsid w:val="00676173"/>
    <w:rsid w:val="006B66CD"/>
    <w:rsid w:val="0071089D"/>
    <w:rsid w:val="00786D5D"/>
    <w:rsid w:val="007D3237"/>
    <w:rsid w:val="007D38F9"/>
    <w:rsid w:val="007E04FB"/>
    <w:rsid w:val="00844673"/>
    <w:rsid w:val="00846B55"/>
    <w:rsid w:val="0087615B"/>
    <w:rsid w:val="008A6893"/>
    <w:rsid w:val="008B4C28"/>
    <w:rsid w:val="008D0A2A"/>
    <w:rsid w:val="008F1B57"/>
    <w:rsid w:val="009A09A4"/>
    <w:rsid w:val="009E6B41"/>
    <w:rsid w:val="009F3621"/>
    <w:rsid w:val="00A57155"/>
    <w:rsid w:val="00A6246C"/>
    <w:rsid w:val="00A71901"/>
    <w:rsid w:val="00B359B4"/>
    <w:rsid w:val="00B7128F"/>
    <w:rsid w:val="00B81864"/>
    <w:rsid w:val="00B95BEB"/>
    <w:rsid w:val="00BA7479"/>
    <w:rsid w:val="00C1331C"/>
    <w:rsid w:val="00C53799"/>
    <w:rsid w:val="00C73CF2"/>
    <w:rsid w:val="00C8086B"/>
    <w:rsid w:val="00CF1415"/>
    <w:rsid w:val="00D17120"/>
    <w:rsid w:val="00D96709"/>
    <w:rsid w:val="00DB71B0"/>
    <w:rsid w:val="00DC4754"/>
    <w:rsid w:val="00E20A8A"/>
    <w:rsid w:val="00E30FEA"/>
    <w:rsid w:val="00E845FB"/>
    <w:rsid w:val="00EA088E"/>
    <w:rsid w:val="00EA545E"/>
    <w:rsid w:val="00EC0E7B"/>
    <w:rsid w:val="00F008B7"/>
    <w:rsid w:val="00F479E1"/>
    <w:rsid w:val="6A1C11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header"/>
    <w:basedOn w:val="1"/>
    <w:link w:val="1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footer"/>
    <w:basedOn w:val="1"/>
    <w:link w:val="1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paragraph" w:customStyle="1" w:styleId="10">
    <w:name w:val="Normal1"/>
    <w:qFormat/>
    <w:uiPriority w:val="99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11">
    <w:name w:val="Текст выноски Знак"/>
    <w:basedOn w:val="6"/>
    <w:link w:val="2"/>
    <w:semiHidden/>
    <w:uiPriority w:val="99"/>
    <w:rPr>
      <w:rFonts w:ascii="Tahoma" w:hAnsi="Tahoma" w:cs="Tahoma"/>
      <w:sz w:val="16"/>
      <w:szCs w:val="16"/>
      <w:lang w:eastAsia="en-US"/>
    </w:rPr>
  </w:style>
  <w:style w:type="paragraph" w:customStyle="1" w:styleId="12">
    <w:name w:val="Обычный1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13">
    <w:name w:val="Верхний колонтитул Знак"/>
    <w:basedOn w:val="6"/>
    <w:link w:val="3"/>
    <w:uiPriority w:val="99"/>
    <w:rPr>
      <w:sz w:val="22"/>
      <w:szCs w:val="22"/>
      <w:lang w:eastAsia="en-US"/>
    </w:rPr>
  </w:style>
  <w:style w:type="character" w:customStyle="1" w:styleId="14">
    <w:name w:val="Нижний колонтитул Знак"/>
    <w:basedOn w:val="6"/>
    <w:link w:val="4"/>
    <w:qFormat/>
    <w:uiPriority w:val="99"/>
    <w:rPr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76;&#1086;&#1082;&#1091;&#1084;&#1077;&#1085;&#1090;&#1080;%20&#1028;&#1089;&#1080;&#1087;&#1095;&#1091;&#1082;\&#1087;&#1083;&#1072;&#1085;%20&#1088;&#1086;&#1073;&#1086;&#1090;&#1080;\2018\&#1087;&#1083;&#1072;&#1085;%20&#1085;&#1072;%20&#1088;&#1110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план на рік</Template>
  <Company>SPecialiST RePack</Company>
  <Pages>2</Pages>
  <Words>142</Words>
  <Characters>815</Characters>
  <Lines>6</Lines>
  <Paragraphs>1</Paragraphs>
  <TotalTime>47</TotalTime>
  <ScaleCrop>false</ScaleCrop>
  <LinksUpToDate>false</LinksUpToDate>
  <CharactersWithSpaces>956</CharactersWithSpaces>
  <Application>WPS Office_10.2.0.7549_F1E327BC-269C-435d-A152-05C5408002CA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2017-12-12T14:15:00Z</dcterms:created>
  <dc:creator>Наталия</dc:creator>
  <cp:lastModifiedBy>Volodymyr</cp:lastModifiedBy>
  <cp:lastPrinted>2017-12-12T14:21:00Z</cp:lastPrinted>
  <dcterms:modified xsi:type="dcterms:W3CDTF">2018-11-22T06:21:55Z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1049-10.2.0.7549</vt:lpwstr>
  </property>
</Properties>
</file>