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762"/>
        <w:gridCol w:w="4809"/>
      </w:tblGrid>
      <w:tr w:rsidR="00F30E9E" w:rsidRPr="00E43565" w:rsidTr="00E43565">
        <w:tc>
          <w:tcPr>
            <w:tcW w:w="4929" w:type="dxa"/>
          </w:tcPr>
          <w:p w:rsidR="00F30E9E" w:rsidRPr="00E43565" w:rsidRDefault="00F30E9E" w:rsidP="00E43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29" w:type="dxa"/>
          </w:tcPr>
          <w:p w:rsidR="00F30E9E" w:rsidRPr="00A9150B" w:rsidRDefault="00F30E9E" w:rsidP="00E43565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Додаток 4</w:t>
            </w:r>
          </w:p>
          <w:p w:rsidR="00F30E9E" w:rsidRPr="00E43565" w:rsidRDefault="00F30E9E" w:rsidP="00E43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Програми збереження та забезпечення епідемічної (біологічної) безпеки населення на 2018-2022рр. </w:t>
            </w:r>
          </w:p>
        </w:tc>
      </w:tr>
    </w:tbl>
    <w:p w:rsidR="00F30E9E" w:rsidRPr="00A9150B" w:rsidRDefault="00F30E9E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4536"/>
        <w:gridCol w:w="2127"/>
        <w:gridCol w:w="1984"/>
      </w:tblGrid>
      <w:tr w:rsidR="00F30E9E" w:rsidRPr="00E43565" w:rsidTr="00E43565">
        <w:tc>
          <w:tcPr>
            <w:tcW w:w="851" w:type="dxa"/>
          </w:tcPr>
          <w:p w:rsidR="00F30E9E" w:rsidRPr="00A9150B" w:rsidRDefault="00F30E9E" w:rsidP="00E43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F30E9E" w:rsidRPr="00E43565" w:rsidRDefault="00F30E9E" w:rsidP="00E43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4536" w:type="dxa"/>
          </w:tcPr>
          <w:p w:rsidR="00F30E9E" w:rsidRPr="00A9150B" w:rsidRDefault="00F30E9E" w:rsidP="00E43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 об</w:t>
            </w:r>
            <w:r w:rsidRPr="00A9150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’</w:t>
            </w:r>
            <w:r w:rsidRPr="00A9150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E43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Сума коштів </w:t>
            </w:r>
          </w:p>
          <w:p w:rsidR="00F30E9E" w:rsidRPr="00E43565" w:rsidRDefault="00F30E9E" w:rsidP="00E43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 (2018 рік)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E43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Сума коштів </w:t>
            </w:r>
          </w:p>
          <w:p w:rsidR="00F30E9E" w:rsidRPr="00E43565" w:rsidRDefault="00F30E9E" w:rsidP="00E435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ПДВ (2018-2022 рр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ДНЗ ясла-садок № 5 «Льонок»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2923,26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14616,30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ДНЗ ясла-садок №6 «Ластівка»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2434,16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12170,80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ДНЗ ясла-садок №7 «Сонечко»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7772,62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38863,10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ДНЗ ясла-садок №8 «Барвінок»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4113,84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20569,20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ДНЗ №10 м.Коростишева Житомирської області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4309,30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21546,50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ДНЗ ясла-садок №13 «Ялинка»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4405,90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22029,50</w:t>
            </w:r>
          </w:p>
        </w:tc>
      </w:tr>
      <w:tr w:rsidR="00F30E9E" w:rsidRPr="00E43565" w:rsidTr="00E43565">
        <w:tc>
          <w:tcPr>
            <w:tcW w:w="5387" w:type="dxa"/>
            <w:gridSpan w:val="2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</w:t>
            </w: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 ЗДО</w:t>
            </w: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- місто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25959,08</w:t>
            </w:r>
          </w:p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129795,40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Квітневий ДНЗ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1912,68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9563,40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Квітнева ЗОШ І-ІІ ст.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1449,71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7248,55</w:t>
            </w:r>
          </w:p>
        </w:tc>
      </w:tr>
      <w:tr w:rsidR="00F30E9E" w:rsidRPr="00E43565" w:rsidTr="00E43565">
        <w:tc>
          <w:tcPr>
            <w:tcW w:w="5387" w:type="dxa"/>
            <w:gridSpan w:val="2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Квітневе   всього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3362,39</w:t>
            </w:r>
          </w:p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16811,95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Більковецький ДНЗ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1896,22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9481,10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Більковецька ЗОШ І-ІІІст.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2570,10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12850,50</w:t>
            </w:r>
          </w:p>
        </w:tc>
      </w:tr>
      <w:tr w:rsidR="00F30E9E" w:rsidRPr="00E43565" w:rsidTr="00E43565">
        <w:tc>
          <w:tcPr>
            <w:tcW w:w="5387" w:type="dxa"/>
            <w:gridSpan w:val="2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Більківці  всього </w:t>
            </w: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4466,32</w:t>
            </w:r>
          </w:p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22331,60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Щигліївський ДНЗ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1850,56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9252,80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Щигліївська ЗОШ І-ІІІст.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2961,00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14805,0</w:t>
            </w:r>
          </w:p>
        </w:tc>
      </w:tr>
      <w:tr w:rsidR="00F30E9E" w:rsidRPr="00E43565" w:rsidTr="00E43565">
        <w:tc>
          <w:tcPr>
            <w:tcW w:w="5387" w:type="dxa"/>
            <w:gridSpan w:val="2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Щи</w:t>
            </w: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гліївка   всього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4811,56</w:t>
            </w:r>
          </w:p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24057,80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Кропивнянсь-кий НВК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1936,01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9680,05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ЗОШ І-ІІІ ст. №1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7646,62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38233,10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15.</w:t>
            </w:r>
          </w:p>
        </w:tc>
        <w:tc>
          <w:tcPr>
            <w:tcW w:w="4536" w:type="dxa"/>
          </w:tcPr>
          <w:p w:rsidR="00F30E9E" w:rsidRPr="00893B83" w:rsidRDefault="00F30E9E" w:rsidP="0089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НВК ім. Дарбіняна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5777,87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28889,35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ЗОШ І-ІІІ ст. №3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4898,32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24491,60</w:t>
            </w:r>
          </w:p>
        </w:tc>
      </w:tr>
      <w:tr w:rsidR="00F30E9E" w:rsidRPr="00893B83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17.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Гуманітарна гімназія ім. Т.Г.Шевченка №5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6852,88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34264,40</w:t>
            </w:r>
          </w:p>
        </w:tc>
      </w:tr>
      <w:tr w:rsidR="00F30E9E" w:rsidRPr="00893B83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НВК ім. Олега Ольжича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4849,45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24247,25</w:t>
            </w:r>
          </w:p>
        </w:tc>
      </w:tr>
      <w:tr w:rsidR="00F30E9E" w:rsidRPr="00893B83" w:rsidTr="00E43565">
        <w:tc>
          <w:tcPr>
            <w:tcW w:w="5387" w:type="dxa"/>
            <w:gridSpan w:val="2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ЗЗСО по</w:t>
            </w: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місту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30025,14</w:t>
            </w:r>
          </w:p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150125,70</w:t>
            </w:r>
          </w:p>
        </w:tc>
      </w:tr>
      <w:tr w:rsidR="00F30E9E" w:rsidRPr="00893B83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19.</w:t>
            </w:r>
          </w:p>
        </w:tc>
        <w:tc>
          <w:tcPr>
            <w:tcW w:w="4536" w:type="dxa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КУ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КДЮСШ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488,64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2443,20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20.</w:t>
            </w:r>
          </w:p>
        </w:tc>
        <w:tc>
          <w:tcPr>
            <w:tcW w:w="4536" w:type="dxa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Дитяча м</w:t>
            </w: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узична школа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1759,10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8795,50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21.</w:t>
            </w:r>
          </w:p>
        </w:tc>
        <w:tc>
          <w:tcPr>
            <w:tcW w:w="4536" w:type="dxa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Дитяча х</w:t>
            </w: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удожня школа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342,04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1710,20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22.</w:t>
            </w:r>
          </w:p>
        </w:tc>
        <w:tc>
          <w:tcPr>
            <w:tcW w:w="4536" w:type="dxa"/>
          </w:tcPr>
          <w:p w:rsidR="00F30E9E" w:rsidRPr="00893B83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3B83">
              <w:rPr>
                <w:rFonts w:ascii="Times New Roman" w:hAnsi="Times New Roman"/>
                <w:sz w:val="24"/>
                <w:szCs w:val="24"/>
                <w:lang w:val="uk-UA"/>
              </w:rPr>
              <w:t>Загальноосвітня вечірня школа ІІ-ІІІ ст.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244,32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1221,60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23.</w:t>
            </w:r>
          </w:p>
        </w:tc>
        <w:tc>
          <w:tcPr>
            <w:tcW w:w="4536" w:type="dxa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БДТ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879,55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4397,75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24.</w:t>
            </w:r>
          </w:p>
        </w:tc>
        <w:tc>
          <w:tcPr>
            <w:tcW w:w="4536" w:type="dxa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СЮТ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488,64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2443,20</w:t>
            </w:r>
          </w:p>
        </w:tc>
      </w:tr>
      <w:tr w:rsidR="00F30E9E" w:rsidRPr="00E43565" w:rsidTr="00E43565">
        <w:tc>
          <w:tcPr>
            <w:tcW w:w="851" w:type="dxa"/>
          </w:tcPr>
          <w:p w:rsidR="00F30E9E" w:rsidRPr="00A9150B" w:rsidRDefault="00F30E9E" w:rsidP="00A9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9150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25.</w:t>
            </w:r>
          </w:p>
        </w:tc>
        <w:tc>
          <w:tcPr>
            <w:tcW w:w="4536" w:type="dxa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ДЮКФП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732,96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sz w:val="24"/>
                <w:szCs w:val="24"/>
                <w:lang w:val="uk-UA"/>
              </w:rPr>
              <w:t>3664,80</w:t>
            </w:r>
          </w:p>
        </w:tc>
      </w:tr>
      <w:tr w:rsidR="00F30E9E" w:rsidRPr="00E43565" w:rsidTr="00E43565">
        <w:tc>
          <w:tcPr>
            <w:tcW w:w="5387" w:type="dxa"/>
            <w:gridSpan w:val="2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ЗПО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4935,25</w:t>
            </w:r>
          </w:p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24676,25</w:t>
            </w:r>
          </w:p>
        </w:tc>
      </w:tr>
      <w:tr w:rsidR="00F30E9E" w:rsidRPr="00E43565" w:rsidTr="00E43565">
        <w:tc>
          <w:tcPr>
            <w:tcW w:w="5387" w:type="dxa"/>
            <w:gridSpan w:val="2"/>
          </w:tcPr>
          <w:p w:rsidR="00F30E9E" w:rsidRPr="00E43565" w:rsidRDefault="00F30E9E" w:rsidP="00E435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75495,75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30E9E" w:rsidRPr="00E43565" w:rsidRDefault="00F30E9E" w:rsidP="00A9150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435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377478,75</w:t>
            </w:r>
          </w:p>
        </w:tc>
      </w:tr>
    </w:tbl>
    <w:p w:rsidR="00F30E9E" w:rsidRPr="00385556" w:rsidRDefault="00F30E9E">
      <w:pPr>
        <w:rPr>
          <w:lang w:val="uk-UA"/>
        </w:rPr>
      </w:pPr>
    </w:p>
    <w:sectPr w:rsidR="00F30E9E" w:rsidRPr="00385556" w:rsidSect="00DC7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6C0"/>
    <w:rsid w:val="000910AC"/>
    <w:rsid w:val="001A13E2"/>
    <w:rsid w:val="00385556"/>
    <w:rsid w:val="005A443F"/>
    <w:rsid w:val="00606332"/>
    <w:rsid w:val="007160FC"/>
    <w:rsid w:val="007848E4"/>
    <w:rsid w:val="00784DB9"/>
    <w:rsid w:val="008065DA"/>
    <w:rsid w:val="0082183C"/>
    <w:rsid w:val="00862EEB"/>
    <w:rsid w:val="00893B83"/>
    <w:rsid w:val="00926896"/>
    <w:rsid w:val="00957723"/>
    <w:rsid w:val="00991684"/>
    <w:rsid w:val="00A9150B"/>
    <w:rsid w:val="00B96E9B"/>
    <w:rsid w:val="00BA1FAD"/>
    <w:rsid w:val="00BD0368"/>
    <w:rsid w:val="00DC750E"/>
    <w:rsid w:val="00DE2067"/>
    <w:rsid w:val="00E43565"/>
    <w:rsid w:val="00E620B8"/>
    <w:rsid w:val="00E726C0"/>
    <w:rsid w:val="00F30E9E"/>
    <w:rsid w:val="00FF6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50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726C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0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1</Pages>
  <Words>229</Words>
  <Characters>1306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11</cp:revision>
  <dcterms:created xsi:type="dcterms:W3CDTF">2018-03-06T10:16:00Z</dcterms:created>
  <dcterms:modified xsi:type="dcterms:W3CDTF">2018-03-25T20:35:00Z</dcterms:modified>
</cp:coreProperties>
</file>